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D7" w:rsidRPr="00F9405A" w:rsidRDefault="008365D7">
      <w:pPr>
        <w:spacing w:line="280" w:lineRule="atLeast"/>
        <w:jc w:val="center"/>
        <w:rPr>
          <w:b/>
          <w:bCs/>
          <w:sz w:val="28"/>
          <w:szCs w:val="28"/>
          <w:lang w:val="pl-PL"/>
        </w:rPr>
      </w:pPr>
      <w:r w:rsidRPr="00F9405A">
        <w:rPr>
          <w:b/>
          <w:bCs/>
          <w:sz w:val="28"/>
          <w:szCs w:val="28"/>
          <w:lang w:val="pl-PL"/>
        </w:rPr>
        <w:t>Lista kontrolna zmian w wymaganiach</w:t>
      </w:r>
    </w:p>
    <w:p w:rsidR="008365D7" w:rsidRPr="00F9405A" w:rsidRDefault="008365D7">
      <w:pPr>
        <w:spacing w:line="280" w:lineRule="atLeast"/>
        <w:jc w:val="center"/>
        <w:rPr>
          <w:b/>
          <w:bCs/>
          <w:sz w:val="28"/>
          <w:szCs w:val="28"/>
          <w:lang w:val="pl-PL"/>
        </w:rPr>
      </w:pPr>
    </w:p>
    <w:p w:rsidR="008365D7" w:rsidRPr="00F9405A" w:rsidRDefault="008365D7">
      <w:pPr>
        <w:pStyle w:val="Heading5"/>
        <w:rPr>
          <w:lang w:val="pl-PL"/>
        </w:rPr>
      </w:pPr>
      <w:r w:rsidRPr="00F9405A">
        <w:rPr>
          <w:lang w:val="pl-PL"/>
        </w:rPr>
        <w:t>Implikacje proponowanej zmiany</w:t>
      </w:r>
    </w:p>
    <w:p w:rsidR="008365D7" w:rsidRPr="00F9405A" w:rsidRDefault="008365D7">
      <w:pPr>
        <w:rPr>
          <w:lang w:val="pl-PL"/>
        </w:rPr>
      </w:pP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zmiana poprawia</w:t>
      </w:r>
      <w:r>
        <w:rPr>
          <w:sz w:val="24"/>
          <w:szCs w:val="24"/>
          <w:lang w:val="pl-PL"/>
        </w:rPr>
        <w:t>,</w:t>
      </w:r>
      <w:r w:rsidRPr="00F9405A">
        <w:rPr>
          <w:sz w:val="24"/>
          <w:szCs w:val="24"/>
          <w:lang w:val="pl-PL"/>
        </w:rPr>
        <w:t xml:space="preserve"> czy pogarsza możliwość zaspokojenia wymagań biznesowych?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istniejące w bazie odniesienia wymagania stoją w sprzeczności z proponowaną zmianą?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inne oczekujące zmiany w wymaganiach stoją w sprzeczności z proponowaną zmianą?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Jakie będą biznesowe lub techniczne konsekwencje odrzucenia zmiany?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Jakie są możliwe ujemne skutki uboczne albo inne zagrożenia związane z wprowadzeniem zmiany?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proponowana zmiana wywrze ujemny wpływ na wydajność albo inne atrybuty jakościowe?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proponowana zmiana jest możliwa do przeprowadzenia przy znanych technicznych ograniczeniach i obecnych umiejętnościach zespołu?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proponowana zmiana wiąże się z niemożliwym do przyjęcia zapotrzebowaniem na środowisko robocze albo zasoby wymagane do jej zrealizowania lub przetestowania?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w celu zaimplementowania i przetestowania zmiany należy pozyskać jakiekolwiek narzędzia?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W jaki sposób proponowana zmiana wpłynie na kolejność, zależności, nakłady albo czas trwania zadań realizowanych obecnie w ramach projektu?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w celu weryfikacji zmiany potrzebne będzie prototypowanie albo uzyskanie informacji zwrotnych od użytkowników?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Jaka część nakładów poniesionych już na opracowanie projektu zostanie utracona, jeśli zmiana zostanie przyjęta?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proponowana zmiana spowoduje wzrost kosztu jednostkowego produktu wynikający na przykład z wyższych opłat licencyjnych ponoszonych na rzecz innych podmiotów?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Czy zmiana będzie mieć wpływ na plany związane z marketingiem, produkcją, szkoleniami albo wsparciem klienta?</w:t>
      </w:r>
    </w:p>
    <w:p w:rsidR="008365D7" w:rsidRPr="00F9405A" w:rsidRDefault="008365D7">
      <w:pPr>
        <w:pStyle w:val="Heading5"/>
        <w:spacing w:before="240"/>
        <w:rPr>
          <w:lang w:val="pl-PL"/>
        </w:rPr>
      </w:pPr>
      <w:r w:rsidRPr="00F9405A">
        <w:rPr>
          <w:lang w:val="pl-PL"/>
        </w:rPr>
        <w:t>Elementy systemu, na które ma wpływ proponowana zmiana</w:t>
      </w:r>
    </w:p>
    <w:p w:rsidR="008365D7" w:rsidRPr="00F9405A" w:rsidRDefault="008365D7">
      <w:pPr>
        <w:rPr>
          <w:lang w:val="pl-PL"/>
        </w:rPr>
      </w:pP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wszelkie wymagane zmiany, uzupełnienia i elementy do usunięcia w interfejsie użytkownika.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wszelkie wymagane zmiany, uzupełnienia i elementy do usunięcia w raportach, bazach danych i plikach.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elementy konstrukcji produktu, które należy utworzyć, zmodyfikować albo usunąć.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pliki z kodem źródłowym, które należy utworzyć, zmodyfikować albo usunąć.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zmiany wymagane w plikach i procesie kompilacji.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istniejące testy jednostkowe, integracyjne i systemowe, które należy zmodyfikować albo usunąć.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Oszacuj liczbę nowych testów jednostkowych, integracyjnych i systemowych, które będą potrzebne.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ekrany pomocy, materiały szkoleniowe i pomocnicze oraz inne rodzaje dokumentacji użytkownika, które należy utworzyć albo zmodyfikować.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pozostałe aplikacje, biblioteki oraz składniki sprzętowe, na które będzie mieć wpływ zmiana.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pochodzące od innych dostawców oprogramowanie, które należy pozyskać al</w:t>
      </w:r>
      <w:r>
        <w:rPr>
          <w:sz w:val="24"/>
          <w:szCs w:val="24"/>
          <w:lang w:val="pl-PL"/>
        </w:rPr>
        <w:t>b</w:t>
      </w:r>
      <w:r w:rsidRPr="00F9405A">
        <w:rPr>
          <w:sz w:val="24"/>
          <w:szCs w:val="24"/>
          <w:lang w:val="pl-PL"/>
        </w:rPr>
        <w:t>o zmodyfikować.</w:t>
      </w:r>
    </w:p>
    <w:p w:rsidR="008365D7" w:rsidRPr="00F9405A" w:rsidRDefault="008365D7">
      <w:pPr>
        <w:pStyle w:val="checklist"/>
        <w:spacing w:line="240" w:lineRule="exact"/>
        <w:rPr>
          <w:sz w:val="24"/>
          <w:szCs w:val="24"/>
          <w:lang w:val="pl-PL"/>
        </w:rPr>
      </w:pPr>
      <w:r w:rsidRPr="00F9405A">
        <w:rPr>
          <w:sz w:val="24"/>
          <w:szCs w:val="24"/>
          <w:lang w:val="pl-PL"/>
        </w:rPr>
        <w:t>Zidentyfikuj wpływ, jaki proponowana zmiana wywrze na plan zarządzania projektem, plan zapewnienia jakości, plan zarządzania konfiguracją oraz na inne plany.</w:t>
      </w:r>
    </w:p>
    <w:p w:rsidR="008365D7" w:rsidRPr="00F9405A" w:rsidRDefault="008365D7">
      <w:pPr>
        <w:spacing w:line="280" w:lineRule="atLeast"/>
        <w:jc w:val="center"/>
        <w:rPr>
          <w:b/>
          <w:bCs/>
          <w:sz w:val="28"/>
          <w:szCs w:val="28"/>
          <w:lang w:val="pl-PL"/>
        </w:rPr>
      </w:pPr>
      <w:r w:rsidRPr="00F9405A">
        <w:rPr>
          <w:lang w:val="pl-PL"/>
        </w:rPr>
        <w:br w:type="page"/>
      </w:r>
      <w:r w:rsidRPr="00F9405A">
        <w:rPr>
          <w:b/>
          <w:bCs/>
          <w:sz w:val="28"/>
          <w:szCs w:val="28"/>
          <w:lang w:val="pl-PL"/>
        </w:rPr>
        <w:t>Oszacowanie nakładów związanych ze zmianą w wymaganiu</w:t>
      </w:r>
    </w:p>
    <w:p w:rsidR="008365D7" w:rsidRPr="00F9405A" w:rsidRDefault="008365D7">
      <w:pPr>
        <w:spacing w:line="280" w:lineRule="atLeast"/>
        <w:jc w:val="center"/>
        <w:rPr>
          <w:b/>
          <w:bCs/>
          <w:sz w:val="28"/>
          <w:szCs w:val="28"/>
          <w:lang w:val="pl-PL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908"/>
        <w:gridCol w:w="6480"/>
      </w:tblGrid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5D7" w:rsidRPr="00F9405A" w:rsidRDefault="008365D7">
            <w:pPr>
              <w:spacing w:after="60"/>
              <w:jc w:val="center"/>
              <w:rPr>
                <w:b/>
                <w:bCs/>
                <w:lang w:val="pl-PL"/>
              </w:rPr>
            </w:pPr>
            <w:r w:rsidRPr="00F9405A">
              <w:rPr>
                <w:b/>
                <w:bCs/>
                <w:lang w:val="pl-PL"/>
              </w:rPr>
              <w:t>Nakłady</w:t>
            </w:r>
            <w:r w:rsidRPr="00F9405A">
              <w:rPr>
                <w:b/>
                <w:bCs/>
                <w:lang w:val="pl-PL"/>
              </w:rPr>
              <w:br/>
            </w:r>
            <w:r w:rsidRPr="00F9405A">
              <w:rPr>
                <w:b/>
                <w:bCs/>
                <w:u w:val="single"/>
                <w:lang w:val="pl-PL"/>
              </w:rPr>
              <w:t>(roboczo-godziny)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65D7" w:rsidRPr="00F9405A" w:rsidRDefault="008365D7">
            <w:pPr>
              <w:tabs>
                <w:tab w:val="left" w:pos="2412"/>
              </w:tabs>
              <w:spacing w:after="60"/>
              <w:jc w:val="center"/>
              <w:rPr>
                <w:b/>
                <w:bCs/>
                <w:u w:val="single"/>
                <w:lang w:val="pl-PL"/>
              </w:rPr>
            </w:pPr>
            <w:r w:rsidRPr="00F9405A">
              <w:rPr>
                <w:b/>
                <w:bCs/>
                <w:lang w:val="pl-PL"/>
              </w:rPr>
              <w:br/>
            </w:r>
            <w:r w:rsidRPr="00F9405A">
              <w:rPr>
                <w:b/>
                <w:bCs/>
                <w:u w:val="single"/>
                <w:lang w:val="pl-PL"/>
              </w:rPr>
              <w:t>Zadanie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Aktualizacja SRS albo repozytorium wymagań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i sprawdzenie prototypu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Tworzenie nowych elementów produktu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elementów produktu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nowych składników interfejsu użytkownika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składników interfejsu użytkownika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nowej dokumentacji użytkownika i ekranów pomocy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Zmiany istniejącej dokumentacji użytkownika i ekranów pomocy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nowego kodu źródłowego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istniejącego kodu źródłowego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Uzyskanie licencji oraz integracja z oprogramowaniem pochodzących od innych producentów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plików i procedur kompilacji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Tworzenie nowych testów jednostkowych i integracyjnych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testów jednostkowych i integracyjnych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Przeprowadzenie testów jednostkowych i integracyjnych po implementacji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 xml:space="preserve">Tworzenie nowych testów systemowych i akceptacyjnych 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testów systemowych i akceptacyjnych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zestawów testów automatycznych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Przeprowadzenie testów regresji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nowych raportów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raportów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nowych elementów bazy danych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elementów bazy danych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Opracowanie nowych plików z danymi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istniejących plików z danymi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Modyfikowanie różnych planów projektu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Aktualizacja pozostałej dokumentacji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Aktualizacja macierzy śledzenia wymagań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Ocena zmodyfikowanych produktów pracy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Wprowadzenie poprawek po przeglądach i testach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280" w:lineRule="exact"/>
              <w:ind w:left="360"/>
              <w:rPr>
                <w:u w:val="single"/>
                <w:lang w:val="pl-PL"/>
              </w:rPr>
            </w:pPr>
            <w:r w:rsidRPr="00F9405A">
              <w:rPr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280" w:lineRule="exact"/>
              <w:ind w:left="-18"/>
              <w:rPr>
                <w:lang w:val="pl-PL"/>
              </w:rPr>
            </w:pPr>
            <w:r w:rsidRPr="00F9405A">
              <w:rPr>
                <w:sz w:val="22"/>
                <w:szCs w:val="22"/>
                <w:lang w:val="pl-PL"/>
              </w:rPr>
              <w:t>Pozostałe zadania</w:t>
            </w:r>
          </w:p>
        </w:tc>
      </w:tr>
      <w:tr w:rsidR="008365D7" w:rsidRPr="00F9405A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tabs>
                <w:tab w:val="left" w:pos="1260"/>
              </w:tabs>
              <w:spacing w:line="300" w:lineRule="exact"/>
              <w:ind w:left="360"/>
              <w:rPr>
                <w:b/>
                <w:bCs/>
                <w:u w:val="single"/>
                <w:lang w:val="pl-PL"/>
              </w:rPr>
            </w:pPr>
            <w:r w:rsidRPr="00F9405A">
              <w:rPr>
                <w:b/>
                <w:bCs/>
                <w:sz w:val="22"/>
                <w:szCs w:val="22"/>
                <w:u w:val="single"/>
                <w:lang w:val="pl-PL"/>
              </w:rPr>
              <w:tab/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8365D7" w:rsidRPr="00F9405A" w:rsidRDefault="008365D7">
            <w:pPr>
              <w:spacing w:line="300" w:lineRule="exact"/>
              <w:ind w:left="-18"/>
              <w:rPr>
                <w:b/>
                <w:bCs/>
                <w:lang w:val="pl-PL"/>
              </w:rPr>
            </w:pPr>
            <w:r w:rsidRPr="00F9405A">
              <w:rPr>
                <w:b/>
                <w:bCs/>
                <w:sz w:val="22"/>
                <w:szCs w:val="22"/>
                <w:lang w:val="pl-PL"/>
              </w:rPr>
              <w:t>ŁĄCZNE SZACOWANE NAKŁADY</w:t>
            </w:r>
          </w:p>
        </w:tc>
      </w:tr>
    </w:tbl>
    <w:p w:rsidR="008365D7" w:rsidRPr="00F9405A" w:rsidRDefault="008365D7">
      <w:pPr>
        <w:rPr>
          <w:lang w:val="pl-PL"/>
        </w:rPr>
      </w:pPr>
    </w:p>
    <w:p w:rsidR="008365D7" w:rsidRPr="00F9405A" w:rsidRDefault="008365D7">
      <w:p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Procedura:</w:t>
      </w:r>
    </w:p>
    <w:p w:rsidR="008365D7" w:rsidRPr="00F9405A" w:rsidRDefault="008365D7">
      <w:pPr>
        <w:rPr>
          <w:sz w:val="22"/>
          <w:szCs w:val="22"/>
          <w:lang w:val="pl-PL"/>
        </w:rPr>
      </w:pPr>
    </w:p>
    <w:p w:rsidR="008365D7" w:rsidRPr="00F9405A" w:rsidRDefault="008365D7">
      <w:pPr>
        <w:numPr>
          <w:ilvl w:val="0"/>
          <w:numId w:val="2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Zidentyfikowanie podzbioru powyższych zadań, które zostaną wykonane.</w:t>
      </w:r>
    </w:p>
    <w:p w:rsidR="008365D7" w:rsidRPr="00F9405A" w:rsidRDefault="008365D7">
      <w:pPr>
        <w:numPr>
          <w:ilvl w:val="0"/>
          <w:numId w:val="3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Przydzielenie zasobów do zadań.</w:t>
      </w:r>
    </w:p>
    <w:p w:rsidR="008365D7" w:rsidRPr="00F9405A" w:rsidRDefault="008365D7">
      <w:pPr>
        <w:numPr>
          <w:ilvl w:val="0"/>
          <w:numId w:val="3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Oszacowanie nakładów niezbędnych do przeprowadzenia wybranych zadań w oparciu o przydzielone zasoby.</w:t>
      </w:r>
    </w:p>
    <w:p w:rsidR="008365D7" w:rsidRPr="00F9405A" w:rsidRDefault="008365D7">
      <w:pPr>
        <w:numPr>
          <w:ilvl w:val="0"/>
          <w:numId w:val="3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Podsumowanie łącznych oszacowań.</w:t>
      </w:r>
    </w:p>
    <w:p w:rsidR="008365D7" w:rsidRPr="00F9405A" w:rsidRDefault="008365D7">
      <w:pPr>
        <w:numPr>
          <w:ilvl w:val="0"/>
          <w:numId w:val="3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Ustalenie kolejności wykonywanych zadań.</w:t>
      </w:r>
    </w:p>
    <w:p w:rsidR="008365D7" w:rsidRPr="00F9405A" w:rsidRDefault="008365D7">
      <w:pPr>
        <w:numPr>
          <w:ilvl w:val="0"/>
          <w:numId w:val="3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Ustalenie, czy zmiana znajduje się na krytycznej ścieżce projektu.</w:t>
      </w:r>
    </w:p>
    <w:p w:rsidR="008365D7" w:rsidRPr="00F9405A" w:rsidRDefault="008365D7">
      <w:pPr>
        <w:numPr>
          <w:ilvl w:val="0"/>
          <w:numId w:val="3"/>
        </w:numPr>
        <w:rPr>
          <w:sz w:val="22"/>
          <w:szCs w:val="22"/>
          <w:lang w:val="pl-PL"/>
        </w:rPr>
      </w:pPr>
      <w:r w:rsidRPr="00F9405A">
        <w:rPr>
          <w:sz w:val="22"/>
          <w:szCs w:val="22"/>
          <w:lang w:val="pl-PL"/>
        </w:rPr>
        <w:t>Oszacowanie wpływu na harmonogram i koszty.</w:t>
      </w:r>
    </w:p>
    <w:p w:rsidR="008365D7" w:rsidRPr="00F9405A" w:rsidRDefault="008365D7">
      <w:pPr>
        <w:spacing w:line="280" w:lineRule="atLeast"/>
        <w:jc w:val="center"/>
        <w:rPr>
          <w:b/>
          <w:bCs/>
          <w:sz w:val="28"/>
          <w:szCs w:val="28"/>
          <w:lang w:val="pl-PL"/>
        </w:rPr>
      </w:pPr>
      <w:r w:rsidRPr="00F9405A">
        <w:rPr>
          <w:lang w:val="pl-PL"/>
        </w:rPr>
        <w:br w:type="page"/>
      </w:r>
      <w:r w:rsidRPr="00F9405A">
        <w:rPr>
          <w:b/>
          <w:bCs/>
          <w:sz w:val="28"/>
          <w:szCs w:val="28"/>
          <w:lang w:val="pl-PL"/>
        </w:rPr>
        <w:t>Szablon raportu analizy wpływu</w:t>
      </w:r>
    </w:p>
    <w:p w:rsidR="008365D7" w:rsidRPr="00F9405A" w:rsidRDefault="008365D7">
      <w:pPr>
        <w:rPr>
          <w:lang w:val="pl-PL"/>
        </w:rPr>
      </w:pPr>
    </w:p>
    <w:p w:rsidR="008365D7" w:rsidRPr="00F9405A" w:rsidRDefault="008365D7">
      <w:pPr>
        <w:tabs>
          <w:tab w:val="left" w:pos="2070"/>
        </w:tabs>
        <w:spacing w:line="360" w:lineRule="auto"/>
        <w:rPr>
          <w:lang w:val="pl-PL"/>
        </w:rPr>
      </w:pPr>
      <w:r w:rsidRPr="00F9405A">
        <w:rPr>
          <w:lang w:val="pl-PL"/>
        </w:rPr>
        <w:t>Identyfikator wniosku o zmianę:</w:t>
      </w:r>
      <w:r w:rsidRPr="00F9405A">
        <w:rPr>
          <w:lang w:val="pl-PL"/>
        </w:rPr>
        <w:tab/>
        <w:t>______________</w:t>
      </w:r>
    </w:p>
    <w:p w:rsidR="008365D7" w:rsidRPr="00F9405A" w:rsidRDefault="008365D7">
      <w:pPr>
        <w:tabs>
          <w:tab w:val="left" w:pos="2070"/>
        </w:tabs>
        <w:spacing w:line="360" w:lineRule="auto"/>
        <w:rPr>
          <w:lang w:val="pl-PL"/>
        </w:rPr>
      </w:pPr>
      <w:r w:rsidRPr="00F9405A">
        <w:rPr>
          <w:lang w:val="pl-PL"/>
        </w:rPr>
        <w:t>Tytuł:</w:t>
      </w:r>
      <w:r w:rsidRPr="00F9405A">
        <w:rPr>
          <w:lang w:val="pl-PL"/>
        </w:rPr>
        <w:tab/>
        <w:t>____________________________________________________________</w:t>
      </w:r>
    </w:p>
    <w:p w:rsidR="008365D7" w:rsidRPr="00F9405A" w:rsidRDefault="008365D7">
      <w:pPr>
        <w:tabs>
          <w:tab w:val="left" w:pos="2070"/>
        </w:tabs>
        <w:spacing w:line="360" w:lineRule="auto"/>
        <w:rPr>
          <w:lang w:val="pl-PL"/>
        </w:rPr>
      </w:pPr>
      <w:r w:rsidRPr="00F9405A">
        <w:rPr>
          <w:lang w:val="pl-PL"/>
        </w:rPr>
        <w:t>Opis:</w:t>
      </w:r>
      <w:r w:rsidRPr="00F9405A">
        <w:rPr>
          <w:lang w:val="pl-PL"/>
        </w:rPr>
        <w:tab/>
        <w:t>____________________________________________________________</w:t>
      </w:r>
    </w:p>
    <w:p w:rsidR="008365D7" w:rsidRPr="00F9405A" w:rsidRDefault="008365D7">
      <w:pPr>
        <w:tabs>
          <w:tab w:val="left" w:pos="2070"/>
        </w:tabs>
        <w:spacing w:line="360" w:lineRule="auto"/>
        <w:rPr>
          <w:lang w:val="pl-PL"/>
        </w:rPr>
      </w:pPr>
      <w:r w:rsidRPr="00F9405A">
        <w:rPr>
          <w:lang w:val="pl-PL"/>
        </w:rPr>
        <w:tab/>
        <w:t>____________________________________________________________</w:t>
      </w:r>
    </w:p>
    <w:p w:rsidR="008365D7" w:rsidRPr="00F9405A" w:rsidRDefault="008365D7">
      <w:pPr>
        <w:tabs>
          <w:tab w:val="left" w:pos="2070"/>
        </w:tabs>
        <w:spacing w:line="360" w:lineRule="auto"/>
        <w:rPr>
          <w:lang w:val="pl-PL"/>
        </w:rPr>
      </w:pPr>
      <w:r w:rsidRPr="00F9405A">
        <w:rPr>
          <w:lang w:val="pl-PL"/>
        </w:rPr>
        <w:t>Oceniający:</w:t>
      </w:r>
      <w:r w:rsidRPr="00F9405A">
        <w:rPr>
          <w:lang w:val="pl-PL"/>
        </w:rPr>
        <w:tab/>
        <w:t>____________________________________________________________</w:t>
      </w:r>
    </w:p>
    <w:p w:rsidR="008365D7" w:rsidRPr="00F9405A" w:rsidRDefault="008365D7">
      <w:pPr>
        <w:tabs>
          <w:tab w:val="left" w:pos="2070"/>
        </w:tabs>
        <w:spacing w:line="360" w:lineRule="auto"/>
        <w:rPr>
          <w:lang w:val="pl-PL"/>
        </w:rPr>
      </w:pPr>
      <w:r w:rsidRPr="00F9405A">
        <w:rPr>
          <w:lang w:val="pl-PL"/>
        </w:rPr>
        <w:t xml:space="preserve">Data przygotowania: </w:t>
      </w:r>
      <w:r w:rsidRPr="00F9405A">
        <w:rPr>
          <w:lang w:val="pl-PL"/>
        </w:rPr>
        <w:tab/>
        <w:t>__________________________</w:t>
      </w:r>
    </w:p>
    <w:p w:rsidR="008365D7" w:rsidRPr="00F9405A" w:rsidRDefault="008365D7">
      <w:pPr>
        <w:tabs>
          <w:tab w:val="left" w:pos="2880"/>
        </w:tabs>
        <w:spacing w:line="360" w:lineRule="auto"/>
        <w:rPr>
          <w:lang w:val="pl-PL"/>
        </w:rPr>
      </w:pPr>
      <w:r w:rsidRPr="00F9405A">
        <w:rPr>
          <w:lang w:val="pl-PL"/>
        </w:rPr>
        <w:t>Szacowane nakłady:</w:t>
      </w:r>
      <w:r w:rsidRPr="00F9405A">
        <w:rPr>
          <w:lang w:val="pl-PL"/>
        </w:rPr>
        <w:tab/>
      </w:r>
      <w:r w:rsidRPr="00F9405A">
        <w:rPr>
          <w:lang w:val="pl-PL"/>
        </w:rPr>
        <w:tab/>
      </w:r>
      <w:r w:rsidRPr="00F9405A">
        <w:rPr>
          <w:lang w:val="pl-PL"/>
        </w:rPr>
        <w:tab/>
        <w:t>___________ roboczogodzin</w:t>
      </w:r>
    </w:p>
    <w:p w:rsidR="008365D7" w:rsidRPr="00F9405A" w:rsidRDefault="008365D7">
      <w:pPr>
        <w:tabs>
          <w:tab w:val="left" w:pos="2880"/>
        </w:tabs>
        <w:spacing w:line="360" w:lineRule="auto"/>
        <w:rPr>
          <w:lang w:val="pl-PL"/>
        </w:rPr>
      </w:pPr>
      <w:r w:rsidRPr="00F9405A">
        <w:rPr>
          <w:lang w:val="pl-PL"/>
        </w:rPr>
        <w:t xml:space="preserve">Szacowany wpływ na harmonogram: </w:t>
      </w:r>
      <w:r w:rsidRPr="00F9405A">
        <w:rPr>
          <w:lang w:val="pl-PL"/>
        </w:rPr>
        <w:tab/>
        <w:t>___________ dni</w:t>
      </w:r>
    </w:p>
    <w:p w:rsidR="008365D7" w:rsidRPr="00F9405A" w:rsidRDefault="008365D7">
      <w:pPr>
        <w:tabs>
          <w:tab w:val="left" w:pos="2880"/>
        </w:tabs>
        <w:spacing w:line="360" w:lineRule="auto"/>
        <w:rPr>
          <w:lang w:val="pl-PL"/>
        </w:rPr>
      </w:pPr>
      <w:r w:rsidRPr="00F9405A">
        <w:rPr>
          <w:lang w:val="pl-PL"/>
        </w:rPr>
        <w:t>Dodatkowy wpływ na koszty:</w:t>
      </w:r>
      <w:r w:rsidRPr="00F9405A">
        <w:rPr>
          <w:lang w:val="pl-PL"/>
        </w:rPr>
        <w:tab/>
      </w:r>
      <w:r w:rsidRPr="00F9405A">
        <w:rPr>
          <w:lang w:val="pl-PL"/>
        </w:rPr>
        <w:tab/>
      </w:r>
      <w:r w:rsidRPr="00F9405A">
        <w:rPr>
          <w:lang w:val="pl-PL"/>
        </w:rPr>
        <w:tab/>
        <w:t>___________ złotych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>Wpływ na jakość:</w:t>
      </w:r>
      <w:r w:rsidRPr="00F9405A">
        <w:rPr>
          <w:lang w:val="pl-PL"/>
        </w:rPr>
        <w:tab/>
        <w:t>_____________________________________________________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ab/>
        <w:t>_____________________________________________________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>Pozostałe składniki, na które ma wpływ zmiana:</w:t>
      </w:r>
      <w:r w:rsidRPr="00F9405A">
        <w:rPr>
          <w:lang w:val="pl-PL"/>
        </w:rPr>
        <w:tab/>
        <w:t>_____________________________________________________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ab/>
        <w:t>_____________________________________________________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>Pozostałe zadania, na które ma wpływ zmiana:</w:t>
      </w:r>
      <w:r w:rsidRPr="00F9405A">
        <w:rPr>
          <w:lang w:val="pl-PL"/>
        </w:rPr>
        <w:tab/>
        <w:t>_____________________________________________________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ab/>
        <w:t>_____________________________________________________</w:t>
      </w:r>
    </w:p>
    <w:p w:rsidR="008365D7" w:rsidRPr="00F9405A" w:rsidRDefault="008365D7">
      <w:pPr>
        <w:tabs>
          <w:tab w:val="left" w:pos="2970"/>
        </w:tabs>
        <w:spacing w:line="360" w:lineRule="auto"/>
        <w:rPr>
          <w:lang w:val="pl-PL"/>
        </w:rPr>
      </w:pPr>
      <w:r w:rsidRPr="00F9405A">
        <w:rPr>
          <w:lang w:val="pl-PL"/>
        </w:rPr>
        <w:t>Zagadnienia dotyczące kosztu cyklu tworzenia produktu:</w:t>
      </w:r>
      <w:r w:rsidRPr="00F9405A">
        <w:rPr>
          <w:lang w:val="pl-PL"/>
        </w:rPr>
        <w:tab/>
        <w:t>_____________________________________________________</w:t>
      </w:r>
    </w:p>
    <w:sectPr w:rsidR="008365D7" w:rsidRPr="00F9405A" w:rsidSect="00DA74AC">
      <w:footerReference w:type="default" r:id="rId7"/>
      <w:pgSz w:w="12240" w:h="15840"/>
      <w:pgMar w:top="900" w:right="1440" w:bottom="1260" w:left="1440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D7" w:rsidRDefault="008365D7">
      <w:pPr>
        <w:spacing w:line="240" w:lineRule="auto"/>
      </w:pPr>
      <w:r>
        <w:separator/>
      </w:r>
    </w:p>
  </w:endnote>
  <w:endnote w:type="continuationSeparator" w:id="0">
    <w:p w:rsidR="008365D7" w:rsidRDefault="00836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ZapfDingbats">
    <w:altName w:val="Monotype Sorts"/>
    <w:panose1 w:val="00000000000000000000"/>
    <w:charset w:val="02"/>
    <w:family w:val="decorative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5D7" w:rsidRDefault="008365D7">
    <w:pPr>
      <w:pStyle w:val="Footer"/>
    </w:pPr>
    <w:r>
      <w:t>Copyright © 2013 by Karl Wiegers and Seilevel. Dozwolone jest korzystanie z niniejszego dokumentu oraz jego modyfikowanie.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D7" w:rsidRDefault="008365D7">
      <w:pPr>
        <w:spacing w:line="240" w:lineRule="auto"/>
      </w:pPr>
      <w:r>
        <w:separator/>
      </w:r>
    </w:p>
  </w:footnote>
  <w:footnote w:type="continuationSeparator" w:id="0">
    <w:p w:rsidR="008365D7" w:rsidRDefault="008365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C06D0"/>
    <w:lvl w:ilvl="0">
      <w:numFmt w:val="decimal"/>
      <w:pStyle w:val="checklist"/>
      <w:lvlText w:val="*"/>
      <w:lvlJc w:val="left"/>
      <w:rPr>
        <w:rFonts w:cs="Times New Roman"/>
      </w:rPr>
    </w:lvl>
  </w:abstractNum>
  <w:abstractNum w:abstractNumId="1">
    <w:nsid w:val="2C0C7E26"/>
    <w:multiLevelType w:val="multilevel"/>
    <w:tmpl w:val="A64087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C63D1"/>
    <w:multiLevelType w:val="multilevel"/>
    <w:tmpl w:val="29E829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704DCD"/>
    <w:multiLevelType w:val="singleLevel"/>
    <w:tmpl w:val="BD28242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4">
    <w:nsid w:val="398604F1"/>
    <w:multiLevelType w:val="singleLevel"/>
    <w:tmpl w:val="C69CC1F8"/>
    <w:lvl w:ilvl="0">
      <w:start w:val="1"/>
      <w:numFmt w:val="bullet"/>
      <w:pStyle w:val="checkbox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5">
    <w:nsid w:val="41552898"/>
    <w:multiLevelType w:val="singleLevel"/>
    <w:tmpl w:val="BD28242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6">
    <w:nsid w:val="4DB849A2"/>
    <w:multiLevelType w:val="multilevel"/>
    <w:tmpl w:val="7F683AB0"/>
    <w:lvl w:ilvl="0">
      <w:numFmt w:val="bullet"/>
      <w:lvlText w:val=""/>
      <w:lvlJc w:val="left"/>
      <w:pPr>
        <w:ind w:left="720" w:hanging="360"/>
      </w:pPr>
      <w:rPr>
        <w:rFonts w:hint="default"/>
        <w:sz w:val="3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229AF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pStyle w:val="checklist"/>
        <w:lvlText w:val=""/>
        <w:legacy w:legacy="1" w:legacySpace="0" w:legacyIndent="360"/>
        <w:lvlJc w:val="left"/>
        <w:pPr>
          <w:ind w:left="360" w:hanging="360"/>
        </w:pPr>
        <w:rPr>
          <w:rFonts w:ascii="ZapfDingbats" w:hAnsi="ZapfDingbats" w:hint="default"/>
        </w:rPr>
      </w:lvl>
    </w:lvlOverride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checklist"/>
        <w:lvlText w:val=""/>
        <w:legacy w:legacy="1" w:legacySpace="0" w:legacyIndent="360"/>
        <w:lvlJc w:val="left"/>
        <w:pPr>
          <w:ind w:left="360" w:hanging="360"/>
        </w:pPr>
        <w:rPr>
          <w:rFonts w:ascii="ZapfDingbats" w:hAnsi="ZapfDingbats" w:hint="default"/>
        </w:rPr>
      </w:lvl>
    </w:lvlOverride>
  </w:num>
  <w:num w:numId="9">
    <w:abstractNumId w:val="0"/>
    <w:lvlOverride w:ilvl="0">
      <w:lvl w:ilvl="0">
        <w:start w:val="1"/>
        <w:numFmt w:val="bullet"/>
        <w:pStyle w:val="checklist"/>
        <w:lvlText w:val=""/>
        <w:legacy w:legacy="1" w:legacySpace="0" w:legacyIndent="360"/>
        <w:lvlJc w:val="left"/>
        <w:pPr>
          <w:ind w:left="360" w:hanging="360"/>
        </w:pPr>
        <w:rPr>
          <w:rFonts w:ascii="ZapfDingbats" w:hAnsi="ZapfDingbats" w:hint="default"/>
        </w:rPr>
      </w:lvl>
    </w:lvlOverride>
  </w:num>
  <w:num w:numId="10">
    <w:abstractNumId w:val="2"/>
  </w:num>
  <w:num w:numId="11">
    <w:abstractNumId w:val="1"/>
  </w:num>
  <w:num w:numId="12">
    <w:abstractNumId w:val="0"/>
    <w:lvlOverride w:ilvl="0">
      <w:lvl w:ilvl="0">
        <w:start w:val="1"/>
        <w:numFmt w:val="bullet"/>
        <w:pStyle w:val="checklist"/>
        <w:lvlText w:val=""/>
        <w:legacy w:legacy="1" w:legacySpace="0" w:legacyIndent="360"/>
        <w:lvlJc w:val="left"/>
        <w:pPr>
          <w:ind w:left="360" w:hanging="360"/>
        </w:pPr>
        <w:rPr>
          <w:rFonts w:ascii="ZapfDingbats" w:hAnsi="ZapfDingbats" w:hint="default"/>
        </w:rPr>
      </w:lvl>
    </w:lvlOverride>
  </w:num>
  <w:num w:numId="13">
    <w:abstractNumId w:val="0"/>
    <w:lvlOverride w:ilvl="0">
      <w:lvl w:ilvl="0">
        <w:start w:val="1"/>
        <w:numFmt w:val="bullet"/>
        <w:pStyle w:val="checklist"/>
        <w:lvlText w:val=""/>
        <w:legacy w:legacy="1" w:legacySpace="0" w:legacyIndent="360"/>
        <w:lvlJc w:val="left"/>
        <w:pPr>
          <w:ind w:left="360" w:hanging="360"/>
        </w:pPr>
        <w:rPr>
          <w:rFonts w:ascii="ZapfDingbats" w:hAnsi="ZapfDingbat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\'7bCC0BA1E7-B8C6-49C5-9F5D-5FF956788EB6\'7d"/>
    <w:docVar w:name="dgnword-eventsink" w:val="74202608"/>
  </w:docVars>
  <w:rsids>
    <w:rsidRoot w:val="00DA74AC"/>
    <w:rsid w:val="000356AC"/>
    <w:rsid w:val="000B546E"/>
    <w:rsid w:val="000E230A"/>
    <w:rsid w:val="0026576B"/>
    <w:rsid w:val="00322366"/>
    <w:rsid w:val="00382349"/>
    <w:rsid w:val="005B67FE"/>
    <w:rsid w:val="00751307"/>
    <w:rsid w:val="008365D7"/>
    <w:rsid w:val="0092324F"/>
    <w:rsid w:val="00B735E5"/>
    <w:rsid w:val="00BB2207"/>
    <w:rsid w:val="00BC6903"/>
    <w:rsid w:val="00BE24EF"/>
    <w:rsid w:val="00C85924"/>
    <w:rsid w:val="00CB1073"/>
    <w:rsid w:val="00DA74AC"/>
    <w:rsid w:val="00E85F11"/>
    <w:rsid w:val="00EC76C2"/>
    <w:rsid w:val="00F15BE7"/>
    <w:rsid w:val="00F65387"/>
    <w:rsid w:val="00F9405A"/>
    <w:rsid w:val="00FE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07"/>
    <w:pPr>
      <w:autoSpaceDE w:val="0"/>
      <w:autoSpaceDN w:val="0"/>
      <w:spacing w:line="240" w:lineRule="exact"/>
    </w:pPr>
    <w:rPr>
      <w:rFonts w:ascii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2207"/>
    <w:pPr>
      <w:keepNext/>
      <w:spacing w:before="240" w:after="240"/>
      <w:outlineLvl w:val="0"/>
    </w:pPr>
    <w:rPr>
      <w:b/>
      <w:bCs/>
      <w:kern w:val="2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2207"/>
    <w:pPr>
      <w:keepNext/>
      <w:spacing w:before="240" w:after="2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2207"/>
    <w:pPr>
      <w:spacing w:before="240" w:after="60"/>
      <w:outlineLvl w:val="2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B2207"/>
    <w:pPr>
      <w:keepNext/>
      <w:tabs>
        <w:tab w:val="left" w:pos="720"/>
      </w:tabs>
      <w:outlineLvl w:val="4"/>
    </w:pPr>
    <w:rPr>
      <w:rFonts w:ascii="Times" w:hAnsi="Times" w:cs="Times"/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74AC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A74AC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A74AC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A74AC"/>
    <w:rPr>
      <w:rFonts w:cs="Times New Roman"/>
      <w:b/>
      <w:bCs/>
      <w:i/>
      <w:iCs/>
      <w:sz w:val="26"/>
      <w:szCs w:val="26"/>
      <w:lang w:val="en-US"/>
    </w:rPr>
  </w:style>
  <w:style w:type="paragraph" w:styleId="Footer">
    <w:name w:val="footer"/>
    <w:basedOn w:val="Normal"/>
    <w:link w:val="FooterChar"/>
    <w:uiPriority w:val="99"/>
    <w:rsid w:val="00BB2207"/>
    <w:pPr>
      <w:tabs>
        <w:tab w:val="center" w:pos="4680"/>
        <w:tab w:val="right" w:pos="9360"/>
      </w:tabs>
    </w:pPr>
    <w:rPr>
      <w:b/>
      <w:bCs/>
      <w:i/>
      <w:iCs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2207"/>
    <w:rPr>
      <w:rFonts w:cs="Times New Roman"/>
      <w:b/>
      <w:bCs/>
      <w:i/>
      <w:iCs/>
    </w:rPr>
  </w:style>
  <w:style w:type="paragraph" w:customStyle="1" w:styleId="bullet">
    <w:name w:val="bullet"/>
    <w:basedOn w:val="Normal"/>
    <w:uiPriority w:val="99"/>
    <w:rsid w:val="00BB2207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B2207"/>
    <w:pPr>
      <w:tabs>
        <w:tab w:val="center" w:pos="4680"/>
        <w:tab w:val="right" w:pos="9360"/>
      </w:tabs>
    </w:pPr>
    <w:rPr>
      <w:b/>
      <w:bCs/>
      <w:i/>
      <w:i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74AC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left">
    <w:name w:val="table_left"/>
    <w:basedOn w:val="Normal"/>
    <w:uiPriority w:val="99"/>
    <w:rsid w:val="00BB2207"/>
    <w:pPr>
      <w:spacing w:before="20" w:after="20" w:line="220" w:lineRule="exact"/>
    </w:pPr>
    <w:rPr>
      <w:b/>
      <w:bCs/>
      <w:sz w:val="22"/>
      <w:szCs w:val="22"/>
    </w:rPr>
  </w:style>
  <w:style w:type="paragraph" w:customStyle="1" w:styleId="tableright">
    <w:name w:val="table_right"/>
    <w:basedOn w:val="tableleft"/>
    <w:uiPriority w:val="99"/>
    <w:rsid w:val="00BB2207"/>
    <w:rPr>
      <w:b w:val="0"/>
      <w:bCs w:val="0"/>
    </w:rPr>
  </w:style>
  <w:style w:type="paragraph" w:customStyle="1" w:styleId="line">
    <w:name w:val="line"/>
    <w:basedOn w:val="tableleft"/>
    <w:uiPriority w:val="99"/>
    <w:rsid w:val="00BB2207"/>
    <w:pPr>
      <w:spacing w:before="0" w:after="0" w:line="80" w:lineRule="exact"/>
    </w:pPr>
    <w:rPr>
      <w:sz w:val="8"/>
      <w:szCs w:val="8"/>
    </w:rPr>
  </w:style>
  <w:style w:type="paragraph" w:customStyle="1" w:styleId="BullList">
    <w:name w:val="Bull List"/>
    <w:basedOn w:val="Normal"/>
    <w:uiPriority w:val="99"/>
    <w:rsid w:val="00BB2207"/>
    <w:pPr>
      <w:tabs>
        <w:tab w:val="left" w:pos="720"/>
      </w:tabs>
      <w:spacing w:before="60" w:after="120" w:line="360" w:lineRule="auto"/>
      <w:ind w:left="360" w:hanging="360"/>
    </w:pPr>
  </w:style>
  <w:style w:type="paragraph" w:customStyle="1" w:styleId="template">
    <w:name w:val="template"/>
    <w:basedOn w:val="Normal"/>
    <w:uiPriority w:val="99"/>
    <w:rsid w:val="00BB2207"/>
    <w:pPr>
      <w:tabs>
        <w:tab w:val="left" w:pos="2070"/>
      </w:tabs>
      <w:spacing w:line="240" w:lineRule="auto"/>
    </w:pPr>
  </w:style>
  <w:style w:type="paragraph" w:customStyle="1" w:styleId="checkbox">
    <w:name w:val="checkbox"/>
    <w:basedOn w:val="Normal"/>
    <w:uiPriority w:val="99"/>
    <w:rsid w:val="00BB2207"/>
    <w:pPr>
      <w:numPr>
        <w:numId w:val="6"/>
      </w:numPr>
      <w:spacing w:after="60"/>
    </w:pPr>
  </w:style>
  <w:style w:type="paragraph" w:customStyle="1" w:styleId="checklist">
    <w:name w:val="checklist"/>
    <w:basedOn w:val="Normal"/>
    <w:uiPriority w:val="99"/>
    <w:rsid w:val="00BB2207"/>
    <w:pPr>
      <w:numPr>
        <w:numId w:val="1"/>
      </w:numPr>
      <w:spacing w:after="120" w:line="220" w:lineRule="exact"/>
    </w:pPr>
    <w:rPr>
      <w:sz w:val="22"/>
      <w:szCs w:val="22"/>
    </w:rPr>
  </w:style>
  <w:style w:type="paragraph" w:customStyle="1" w:styleId="Note">
    <w:name w:val="Note"/>
    <w:basedOn w:val="Normal"/>
    <w:next w:val="Normal"/>
    <w:uiPriority w:val="99"/>
    <w:rsid w:val="00BB2207"/>
    <w:pPr>
      <w:pBdr>
        <w:top w:val="single" w:sz="6" w:space="1" w:color="auto"/>
        <w:left w:val="single" w:sz="6" w:space="1" w:color="auto"/>
        <w:right w:val="single" w:sz="6" w:space="1" w:color="auto"/>
      </w:pBdr>
      <w:spacing w:before="60" w:after="60" w:line="360" w:lineRule="auto"/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4</Pages>
  <Words>852</Words>
  <Characters>5113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Impact Analysis Checklist for Requirements Changes</dc:title>
  <dc:subject/>
  <dc:creator>Karl Wiegers</dc:creator>
  <cp:keywords/>
  <dc:description/>
  <cp:lastModifiedBy>Tomasz Rycharski</cp:lastModifiedBy>
  <cp:revision>39</cp:revision>
  <dcterms:created xsi:type="dcterms:W3CDTF">2014-08-08T18:27:00Z</dcterms:created>
  <dcterms:modified xsi:type="dcterms:W3CDTF">2014-10-09T12:13:00Z</dcterms:modified>
</cp:coreProperties>
</file>